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35480A9D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27CBFCE2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2412F2" w:rsidR="0085747A" w:rsidP="00EA4832" w:rsidRDefault="0071620A" w14:paraId="57B12764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2412F2" w:rsidR="002412F2">
        <w:rPr>
          <w:rFonts w:ascii="Corbel" w:hAnsi="Corbel"/>
          <w:smallCaps/>
          <w:sz w:val="24"/>
          <w:szCs w:val="24"/>
        </w:rPr>
        <w:t>2022/2023 – 2023/2024</w:t>
      </w:r>
    </w:p>
    <w:p w:rsidR="0085747A" w:rsidP="00EA4832" w:rsidRDefault="00EA4832" w14:paraId="4241177F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562F39C1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2412F2">
        <w:rPr>
          <w:rFonts w:ascii="Corbel" w:hAnsi="Corbel"/>
          <w:sz w:val="20"/>
          <w:szCs w:val="20"/>
        </w:rPr>
        <w:t xml:space="preserve">ok akademicki </w:t>
      </w:r>
      <w:r w:rsidR="00B93C67">
        <w:rPr>
          <w:rFonts w:ascii="Corbel" w:hAnsi="Corbel"/>
          <w:sz w:val="20"/>
          <w:szCs w:val="20"/>
        </w:rPr>
        <w:t>2022/2023</w:t>
      </w:r>
    </w:p>
    <w:p w:rsidRPr="009C54AE" w:rsidR="0085747A" w:rsidP="009C54AE" w:rsidRDefault="0085747A" w14:paraId="6CC77A0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3BA235D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2CA97740" w14:paraId="772A9740" w14:textId="77777777">
        <w:tc>
          <w:tcPr>
            <w:tcW w:w="2694" w:type="dxa"/>
            <w:tcMar/>
            <w:vAlign w:val="center"/>
          </w:tcPr>
          <w:p w:rsidRPr="009C54AE" w:rsidR="0085747A" w:rsidP="2CA97740" w:rsidRDefault="00C05F44" w14:paraId="58F943EA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2CA97740" w:rsidR="00C05F44">
              <w:rPr>
                <w:rFonts w:ascii="Corbel" w:hAnsi="Corbel"/>
                <w:b w:val="1"/>
                <w:bCs w:val="1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2CA97740" w:rsidRDefault="00AB00EF" w14:paraId="6DAF3FAC" w14:textId="7777777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2CA97740" w:rsidR="00AB00EF">
              <w:rPr>
                <w:rFonts w:ascii="Corbel" w:hAnsi="Corbel"/>
                <w:b w:val="1"/>
                <w:bCs w:val="1"/>
                <w:sz w:val="24"/>
                <w:szCs w:val="24"/>
              </w:rPr>
              <w:t>Prawo ochrony danych osobowych</w:t>
            </w:r>
          </w:p>
        </w:tc>
      </w:tr>
      <w:tr w:rsidRPr="009C54AE" w:rsidR="0085747A" w:rsidTr="2CA97740" w14:paraId="5D9843EB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37F9768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B00EF" w14:paraId="7843D6E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00EF">
              <w:rPr>
                <w:rFonts w:ascii="Corbel" w:hAnsi="Corbel"/>
                <w:b w:val="0"/>
                <w:sz w:val="24"/>
                <w:szCs w:val="24"/>
              </w:rPr>
              <w:t>A2SO33</w:t>
            </w:r>
          </w:p>
        </w:tc>
      </w:tr>
      <w:tr w:rsidRPr="009C54AE" w:rsidR="0085747A" w:rsidTr="2CA97740" w14:paraId="6A630EB6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35726CB5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2CA97740" w:rsidRDefault="00AB00EF" w14:paraId="01C12989" w14:textId="333BC74B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CA97740" w:rsidR="00AB00EF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</w:t>
            </w:r>
            <w:r w:rsidRPr="2CA97740" w:rsidR="00AD1202">
              <w:rPr>
                <w:rFonts w:ascii="Corbel" w:hAnsi="Corbel"/>
                <w:b w:val="0"/>
                <w:bCs w:val="0"/>
                <w:sz w:val="24"/>
                <w:szCs w:val="24"/>
              </w:rPr>
              <w:t>,</w:t>
            </w:r>
            <w:r w:rsidRPr="2CA97740" w:rsidR="00AD120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2CA97740" w14:paraId="62EC3DD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53840D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2CA97740" w:rsidRDefault="00AB00EF" w14:paraId="0A1BADEE" w14:textId="1C8D34EB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CA97740" w:rsidR="513310C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2CA97740" w:rsidR="00AB00EF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Pracownia Prawa Policyjnego </w:t>
            </w:r>
          </w:p>
        </w:tc>
      </w:tr>
      <w:tr w:rsidRPr="009C54AE" w:rsidR="0085747A" w:rsidTr="2CA97740" w14:paraId="06F2A0F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C0CDAF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B00EF" w14:paraId="3438ED4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00EF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2CA97740" w14:paraId="47AC73E5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25151E9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B00EF" w14:paraId="36431C9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00EF"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Pr="009C54AE" w:rsidR="0085747A" w:rsidTr="2CA97740" w14:paraId="1F61239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DE6E4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B00EF" w14:paraId="5DC666C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00E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2CA97740" w14:paraId="6CA506E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C9F9FD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F07B07" w14:paraId="42C3CD3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AB00EF" w:rsidR="00AB00E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2CA97740" w14:paraId="09719F0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206CE2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B00EF" w14:paraId="2A1F2F9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00EF"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w:rsidRPr="009C54AE" w:rsidR="0085747A" w:rsidTr="2CA97740" w14:paraId="57AA6EE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6EDB97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B00EF" w14:paraId="48F0C46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00EF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923D7D" w:rsidTr="2CA97740" w14:paraId="603DE24E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406DF1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AB00EF" w14:paraId="54CD3A2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2CA97740" w14:paraId="102DB66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11FC43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B00EF" w14:paraId="7AB86CA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07B07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Bogdan Jaworski</w:t>
            </w:r>
          </w:p>
        </w:tc>
      </w:tr>
      <w:tr w:rsidRPr="009C54AE" w:rsidR="007B6013" w:rsidTr="2CA97740" w14:paraId="610C4483" w14:textId="77777777">
        <w:tc>
          <w:tcPr>
            <w:tcW w:w="2694" w:type="dxa"/>
            <w:tcMar/>
            <w:vAlign w:val="center"/>
          </w:tcPr>
          <w:p w:rsidRPr="009C54AE" w:rsidR="007B6013" w:rsidP="007B6013" w:rsidRDefault="007B6013" w14:paraId="44BBAF5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7B6013" w:rsidP="007B6013" w:rsidRDefault="007B6013" w14:paraId="6F42643C" w14:textId="0C8E0D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Bogdan Jaworski</w:t>
            </w:r>
          </w:p>
        </w:tc>
      </w:tr>
    </w:tbl>
    <w:p w:rsidRPr="009C54AE" w:rsidR="0085747A" w:rsidP="009C54AE" w:rsidRDefault="0085747A" w14:paraId="2EAD3307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458B5A6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E18DAFF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6A96227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40"/>
        <w:gridCol w:w="822"/>
        <w:gridCol w:w="870"/>
        <w:gridCol w:w="915"/>
        <w:gridCol w:w="735"/>
        <w:gridCol w:w="825"/>
        <w:gridCol w:w="679"/>
        <w:gridCol w:w="948"/>
        <w:gridCol w:w="1189"/>
        <w:gridCol w:w="1505"/>
      </w:tblGrid>
      <w:tr w:rsidRPr="009C54AE" w:rsidR="00015B8F" w:rsidTr="2CA97740" w14:paraId="0E28AEB9" w14:textId="77777777"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1CB5AB3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0076315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150116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7B86FB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9A38A5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1FFF06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2B7228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6B4268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835E2C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649C3E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6EC9BF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2CA97740" w14:paraId="0ED667A1" w14:textId="77777777">
        <w:trPr>
          <w:trHeight w:val="453"/>
        </w:trPr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AB00EF" w14:paraId="49C3AE1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AB00EF" w14:paraId="72F9D1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4EA5AA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DA4BFE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463489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FE5188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2EBECE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FEC5AA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95E480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AB00EF" w14:paraId="60FE177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52523E97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3837FC0D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1ADB33E6" w:rsidRDefault="0085747A" w14:paraId="56CD465A" w14:textId="40438E3D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1ADB33E6" w:rsidR="383FA41A">
        <w:rPr>
          <w:rFonts w:ascii="MS Gothic" w:hAnsi="MS Gothic" w:eastAsia="MS Gothic" w:cs="MS Gothic"/>
          <w:b w:val="0"/>
          <w:bCs w:val="0"/>
        </w:rPr>
        <w:t xml:space="preserve">X </w:t>
      </w:r>
      <w:r w:rsidRPr="1ADB33E6" w:rsidR="0085747A">
        <w:rPr>
          <w:rFonts w:ascii="Corbel" w:hAnsi="Corbel"/>
          <w:b w:val="0"/>
          <w:bCs w:val="0"/>
          <w:caps w:val="0"/>
          <w:smallCaps w:val="0"/>
        </w:rPr>
        <w:t xml:space="preserve">zajęcia w formie tradycyjnej </w:t>
      </w:r>
    </w:p>
    <w:p w:rsidRPr="009C54AE" w:rsidR="0085747A" w:rsidP="00F83B28" w:rsidRDefault="0085747A" w14:paraId="1C10DD6A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4E0AE28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12A05525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9C54AE" w14:paraId="2BEF1D9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F07B07" w:rsidR="00AB00EF" w:rsidP="2CA97740" w:rsidRDefault="00AB00EF" w14:paraId="0F4F300E" w14:textId="77777777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b w:val="0"/>
          <w:bCs w:val="0"/>
          <w:caps w:val="0"/>
          <w:smallCaps w:val="0"/>
        </w:rPr>
      </w:pPr>
      <w:r>
        <w:rPr>
          <w:rFonts w:ascii="Corbel" w:hAnsi="Corbel"/>
          <w:smallCaps w:val="0"/>
          <w:szCs w:val="24"/>
        </w:rPr>
        <w:tab/>
      </w:r>
      <w:r w:rsidRPr="2CA97740" w:rsidR="00AB00EF">
        <w:rPr>
          <w:rFonts w:ascii="Corbel" w:hAnsi="Corbel"/>
          <w:b w:val="0"/>
          <w:bCs w:val="0"/>
          <w:caps w:val="0"/>
          <w:smallCaps w:val="0"/>
        </w:rPr>
        <w:t xml:space="preserve"> </w:t>
      </w:r>
      <w:r w:rsidRPr="2CA97740" w:rsidR="00AB00EF">
        <w:rPr>
          <w:rFonts w:ascii="Corbel" w:hAnsi="Corbel"/>
          <w:b w:val="0"/>
          <w:bCs w:val="0"/>
          <w:caps w:val="0"/>
          <w:smallCaps w:val="0"/>
        </w:rPr>
        <w:t>egzamin w formie pisemnej lub ustnej.</w:t>
      </w:r>
    </w:p>
    <w:p w:rsidR="00E960BB" w:rsidP="009C54AE" w:rsidRDefault="00E960BB" w14:paraId="6BF348C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6F3BBCE7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3D87DB69" w14:textId="77777777">
        <w:tc>
          <w:tcPr>
            <w:tcW w:w="9670" w:type="dxa"/>
          </w:tcPr>
          <w:p w:rsidRPr="009C54AE" w:rsidR="0085747A" w:rsidP="009C54AE" w:rsidRDefault="00B554A3" w14:paraId="61CAD630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54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zakresu prawa administracyjnego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P="009C54AE" w:rsidRDefault="00153C41" w14:paraId="1FF91B2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32941A29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76BC730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3696C9F6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51CEAF2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9C54AE" w:rsidR="0085747A" w:rsidTr="00B554A3" w14:paraId="5010CD5B" w14:textId="77777777">
        <w:tc>
          <w:tcPr>
            <w:tcW w:w="844" w:type="dxa"/>
            <w:vAlign w:val="center"/>
          </w:tcPr>
          <w:p w:rsidRPr="009C54AE" w:rsidR="0085747A" w:rsidP="009C54AE" w:rsidRDefault="0085747A" w14:paraId="0122E56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9C54AE" w:rsidR="0085747A" w:rsidP="00B554A3" w:rsidRDefault="00B554A3" w14:paraId="32C87A83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54A3">
              <w:rPr>
                <w:rFonts w:ascii="Corbel" w:hAnsi="Corbel"/>
                <w:b w:val="0"/>
                <w:sz w:val="24"/>
                <w:szCs w:val="24"/>
              </w:rPr>
              <w:t xml:space="preserve">Celem przedmiotu jest zapoznanie studenta z przepisami o ochronie danych osobowych. </w:t>
            </w:r>
          </w:p>
        </w:tc>
      </w:tr>
      <w:tr w:rsidRPr="009C54AE" w:rsidR="0085747A" w:rsidTr="00B554A3" w14:paraId="1C96CCB3" w14:textId="77777777">
        <w:tc>
          <w:tcPr>
            <w:tcW w:w="844" w:type="dxa"/>
            <w:vAlign w:val="center"/>
          </w:tcPr>
          <w:p w:rsidRPr="009C54AE" w:rsidR="0085747A" w:rsidP="009C54AE" w:rsidRDefault="00B554A3" w14:paraId="2FA2F244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Pr="009C54AE" w:rsidR="0085747A" w:rsidP="00B554A3" w:rsidRDefault="00B554A3" w14:paraId="1934E08A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Celem</w:t>
            </w:r>
            <w:r w:rsidRPr="00B554A3">
              <w:rPr>
                <w:rFonts w:ascii="Corbel" w:hAnsi="Corbel"/>
                <w:b w:val="0"/>
                <w:sz w:val="24"/>
                <w:szCs w:val="24"/>
              </w:rPr>
              <w:t xml:space="preserve"> wykładu jest analiza prawnych rozwiązań w zakresie przetwarzania danych osobowych, zasad przetwarzania i ochrony danych, uprawnień osób, których dane dotyczą, oraz kontroli przestrzegania przepisów o ochronie danych osobowych.</w:t>
            </w:r>
          </w:p>
        </w:tc>
      </w:tr>
    </w:tbl>
    <w:p w:rsidRPr="009C54AE" w:rsidR="0085747A" w:rsidP="009C54AE" w:rsidRDefault="0085747A" w14:paraId="6037BC34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553BF42D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781341A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Pr="009C54AE" w:rsidR="0085747A" w:rsidTr="0071620A" w14:paraId="556395B6" w14:textId="77777777">
        <w:tc>
          <w:tcPr>
            <w:tcW w:w="1701" w:type="dxa"/>
            <w:vAlign w:val="center"/>
          </w:tcPr>
          <w:p w:rsidRPr="009C54AE" w:rsidR="0085747A" w:rsidP="009C54AE" w:rsidRDefault="0085747A" w14:paraId="15CAA5A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1A4270A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01E8A73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159F6272" w14:textId="77777777">
        <w:tc>
          <w:tcPr>
            <w:tcW w:w="1701" w:type="dxa"/>
          </w:tcPr>
          <w:p w:rsidRPr="009C54AE" w:rsidR="0085747A" w:rsidP="009C54AE" w:rsidRDefault="0085747A" w14:paraId="687351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C54AE" w:rsidR="0085747A" w:rsidP="00C35CE5" w:rsidRDefault="00C35CE5" w14:paraId="2B16A29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5CE5">
              <w:rPr>
                <w:rFonts w:ascii="Corbel" w:hAnsi="Corbel"/>
                <w:b w:val="0"/>
                <w:smallCaps w:val="0"/>
                <w:szCs w:val="24"/>
              </w:rPr>
              <w:t xml:space="preserve">Dysponuje pogłębioną wiedzą na temat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ochrony danych osobowych </w:t>
            </w:r>
            <w:r w:rsidRPr="00C35CE5">
              <w:rPr>
                <w:rFonts w:ascii="Corbel" w:hAnsi="Corbel"/>
                <w:b w:val="0"/>
                <w:smallCaps w:val="0"/>
                <w:szCs w:val="24"/>
              </w:rPr>
              <w:t>oraz zna kluczowe zagadnienia dotyczące relacji między organami a jednostką oraz zna kluczowe zagadnienia dotyczące tej problematyki.</w:t>
            </w:r>
          </w:p>
        </w:tc>
        <w:tc>
          <w:tcPr>
            <w:tcW w:w="1873" w:type="dxa"/>
          </w:tcPr>
          <w:p w:rsidRPr="009C54AE" w:rsidR="0085747A" w:rsidP="00B554A3" w:rsidRDefault="00B554A3" w14:paraId="1E67F7F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9C54AE" w:rsidR="0085747A" w:rsidTr="005E6E85" w14:paraId="4699879F" w14:textId="77777777">
        <w:tc>
          <w:tcPr>
            <w:tcW w:w="1701" w:type="dxa"/>
          </w:tcPr>
          <w:p w:rsidRPr="009C54AE" w:rsidR="0085747A" w:rsidP="009C54AE" w:rsidRDefault="0085747A" w14:paraId="1E9061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5747A" w:rsidP="00C35CE5" w:rsidRDefault="00C35CE5" w14:paraId="240C180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</w:t>
            </w:r>
            <w:r w:rsidRPr="00C35CE5">
              <w:rPr>
                <w:rFonts w:ascii="Corbel" w:hAnsi="Corbel"/>
                <w:b w:val="0"/>
                <w:smallCaps w:val="0"/>
                <w:szCs w:val="24"/>
              </w:rPr>
              <w:t>usystematyzowaną wiedzą na temat odpowiedzialności i etyki pracowników administracji publicznej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C35CE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C35CE5">
              <w:rPr>
                <w:rFonts w:ascii="Corbel" w:hAnsi="Corbel"/>
                <w:b w:val="0"/>
                <w:smallCaps w:val="0"/>
                <w:szCs w:val="24"/>
              </w:rPr>
              <w:t>na kluczowe zagadnienia dotyczące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praw</w:t>
            </w:r>
            <w:r w:rsidRPr="00C35CE5">
              <w:rPr>
                <w:rFonts w:ascii="Corbel" w:hAnsi="Corbel"/>
                <w:b w:val="0"/>
                <w:smallCaps w:val="0"/>
                <w:szCs w:val="24"/>
              </w:rPr>
              <w:t xml:space="preserve"> osób, których dane poddawane są przetwarzaniu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o</w:t>
            </w:r>
            <w:r w:rsidRPr="00C35CE5">
              <w:rPr>
                <w:rFonts w:ascii="Corbel" w:hAnsi="Corbel"/>
                <w:b w:val="0"/>
                <w:smallCaps w:val="0"/>
                <w:szCs w:val="24"/>
              </w:rPr>
              <w:t>bowiązki administratora i podmiotu przetwarzającego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tym zakresie.</w:t>
            </w:r>
          </w:p>
        </w:tc>
        <w:tc>
          <w:tcPr>
            <w:tcW w:w="1873" w:type="dxa"/>
          </w:tcPr>
          <w:p w:rsidRPr="009C54AE" w:rsidR="0085747A" w:rsidP="00B554A3" w:rsidRDefault="00B554A3" w14:paraId="7F038F3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Pr="009C54AE" w:rsidR="0085747A" w:rsidTr="005E6E85" w14:paraId="5B908B08" w14:textId="77777777">
        <w:tc>
          <w:tcPr>
            <w:tcW w:w="1701" w:type="dxa"/>
          </w:tcPr>
          <w:p w:rsidRPr="009C54AE" w:rsidR="0085747A" w:rsidP="009C54AE" w:rsidRDefault="00B554A3" w14:paraId="0AF4AE6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9C54AE" w:rsidR="0085747A" w:rsidP="00C35CE5" w:rsidRDefault="00C35CE5" w14:paraId="67D3CF3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5CE5">
              <w:rPr>
                <w:rFonts w:ascii="Corbel" w:hAnsi="Corbel"/>
                <w:b w:val="0"/>
                <w:smallCaps w:val="0"/>
                <w:szCs w:val="24"/>
              </w:rPr>
              <w:t xml:space="preserve">Zna w stopniu zaawansowanym ogólne zasady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ochrony danych osobowych oraz p</w:t>
            </w:r>
            <w:r w:rsidRPr="00C35CE5">
              <w:rPr>
                <w:rFonts w:ascii="Corbel" w:hAnsi="Corbel"/>
                <w:b w:val="0"/>
                <w:smallCaps w:val="0"/>
                <w:szCs w:val="24"/>
              </w:rPr>
              <w:t xml:space="preserve">odstawy dopuszczalności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ich przetwarzania.</w:t>
            </w:r>
          </w:p>
        </w:tc>
        <w:tc>
          <w:tcPr>
            <w:tcW w:w="1873" w:type="dxa"/>
          </w:tcPr>
          <w:p w:rsidRPr="009C54AE" w:rsidR="0085747A" w:rsidP="00B554A3" w:rsidRDefault="00B554A3" w14:paraId="43C0EEA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Pr="009C54AE" w:rsidR="00B554A3" w:rsidTr="005E6E85" w14:paraId="5BA6FA7F" w14:textId="77777777">
        <w:tc>
          <w:tcPr>
            <w:tcW w:w="1701" w:type="dxa"/>
          </w:tcPr>
          <w:p w:rsidR="00B554A3" w:rsidP="009C54AE" w:rsidRDefault="00B554A3" w14:paraId="5332903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9C54AE" w:rsidR="00B554A3" w:rsidP="00000869" w:rsidRDefault="00000869" w14:paraId="55D4684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00869">
              <w:rPr>
                <w:rFonts w:ascii="Corbel" w:hAnsi="Corbel"/>
                <w:b w:val="0"/>
                <w:smallCaps w:val="0"/>
                <w:szCs w:val="24"/>
              </w:rPr>
              <w:t xml:space="preserve">Potrafi prawidłowo identyfikować i interpretować zjawiska prawne i inne zachodzące w administracji oraz ich wzajemne relacje z wykorzystaniem wiedzy w zakresie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ochrony danych osobowych.</w:t>
            </w:r>
          </w:p>
        </w:tc>
        <w:tc>
          <w:tcPr>
            <w:tcW w:w="1873" w:type="dxa"/>
          </w:tcPr>
          <w:p w:rsidRPr="009C54AE" w:rsidR="00B554A3" w:rsidP="00B554A3" w:rsidRDefault="00B554A3" w14:paraId="50B21A4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9C54AE" w:rsidR="00B554A3" w:rsidTr="005E6E85" w14:paraId="54621C89" w14:textId="77777777">
        <w:tc>
          <w:tcPr>
            <w:tcW w:w="1701" w:type="dxa"/>
          </w:tcPr>
          <w:p w:rsidR="00B554A3" w:rsidP="009C54AE" w:rsidRDefault="00B554A3" w14:paraId="2FE4B8C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9C54AE" w:rsidR="00B554A3" w:rsidP="00000869" w:rsidRDefault="00000869" w14:paraId="7491473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00869">
              <w:rPr>
                <w:rFonts w:ascii="Corbel" w:hAnsi="Corbel"/>
                <w:b w:val="0"/>
                <w:smallCaps w:val="0"/>
                <w:szCs w:val="24"/>
              </w:rPr>
              <w:t xml:space="preserve">We właściwy sposób gromadzi i analizuje informacje dotyczące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ochrony danych osobowych</w:t>
            </w:r>
            <w:r w:rsidRPr="00000869">
              <w:rPr>
                <w:rFonts w:ascii="Corbel" w:hAnsi="Corbel"/>
                <w:b w:val="0"/>
                <w:smallCaps w:val="0"/>
                <w:szCs w:val="24"/>
              </w:rPr>
              <w:t xml:space="preserve"> i prawidłowo określa działania właściwych organów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tej materii</w:t>
            </w:r>
            <w:r w:rsidRPr="0000086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9C54AE" w:rsidR="00B554A3" w:rsidP="00B554A3" w:rsidRDefault="00B554A3" w14:paraId="0465E72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Pr="009C54AE" w:rsidR="00B554A3" w:rsidTr="005E6E85" w14:paraId="2CC92983" w14:textId="77777777">
        <w:tc>
          <w:tcPr>
            <w:tcW w:w="1701" w:type="dxa"/>
          </w:tcPr>
          <w:p w:rsidR="00B554A3" w:rsidP="009C54AE" w:rsidRDefault="00B554A3" w14:paraId="52ED8B4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9C54AE" w:rsidR="00B554A3" w:rsidP="00000869" w:rsidRDefault="00000869" w14:paraId="7E054F5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00869">
              <w:rPr>
                <w:rFonts w:ascii="Corbel" w:hAnsi="Corbel"/>
                <w:b w:val="0"/>
                <w:smallCaps w:val="0"/>
                <w:szCs w:val="24"/>
              </w:rPr>
              <w:t xml:space="preserve">Wykazuje się specjalistycznymi umiejętnościami znajdowania podstaw prawnych, orzecznictwa i literatury dotyczącej problematyki z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ochrony danych osobowych</w:t>
            </w:r>
            <w:r w:rsidRPr="00000869">
              <w:rPr>
                <w:rFonts w:ascii="Corbel" w:hAnsi="Corbel"/>
                <w:b w:val="0"/>
                <w:smallCaps w:val="0"/>
                <w:szCs w:val="24"/>
              </w:rPr>
              <w:t xml:space="preserve">, jak również samodzielnie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proponuje konkretne rozwiązania.</w:t>
            </w:r>
          </w:p>
        </w:tc>
        <w:tc>
          <w:tcPr>
            <w:tcW w:w="1873" w:type="dxa"/>
          </w:tcPr>
          <w:p w:rsidRPr="009C54AE" w:rsidR="00B554A3" w:rsidP="00B554A3" w:rsidRDefault="00B554A3" w14:paraId="2CC215C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Pr="009C54AE" w:rsidR="00B554A3" w:rsidTr="005E6E85" w14:paraId="367BAD53" w14:textId="77777777">
        <w:tc>
          <w:tcPr>
            <w:tcW w:w="1701" w:type="dxa"/>
          </w:tcPr>
          <w:p w:rsidR="00B554A3" w:rsidP="009C54AE" w:rsidRDefault="00B554A3" w14:paraId="3C4A5A5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Pr="009C54AE" w:rsidR="00B554A3" w:rsidP="00CC172A" w:rsidRDefault="00000869" w14:paraId="0B79581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00869">
              <w:rPr>
                <w:rFonts w:ascii="Corbel" w:hAnsi="Corbel"/>
                <w:b w:val="0"/>
                <w:smallCaps w:val="0"/>
                <w:szCs w:val="24"/>
              </w:rPr>
              <w:t>otrafi przekonująco argumentować i interpr</w:t>
            </w:r>
            <w:r w:rsidR="00CC172A">
              <w:rPr>
                <w:rFonts w:ascii="Corbel" w:hAnsi="Corbel"/>
                <w:b w:val="0"/>
                <w:smallCaps w:val="0"/>
                <w:szCs w:val="24"/>
              </w:rPr>
              <w:t>etować zjawiska administracyjne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00869">
              <w:rPr>
                <w:rFonts w:ascii="Corbel" w:hAnsi="Corbel"/>
                <w:b w:val="0"/>
                <w:smallCaps w:val="0"/>
                <w:szCs w:val="24"/>
              </w:rPr>
              <w:t xml:space="preserve">prawne, </w:t>
            </w:r>
            <w:r w:rsidR="00CC172A">
              <w:rPr>
                <w:rFonts w:ascii="Corbel" w:hAnsi="Corbel"/>
                <w:b w:val="0"/>
                <w:smallCaps w:val="0"/>
                <w:szCs w:val="24"/>
              </w:rPr>
              <w:t xml:space="preserve">zachodzące </w:t>
            </w:r>
            <w:r w:rsidRPr="00000869">
              <w:rPr>
                <w:rFonts w:ascii="Corbel" w:hAnsi="Corbel"/>
                <w:b w:val="0"/>
                <w:smallCaps w:val="0"/>
                <w:szCs w:val="24"/>
              </w:rPr>
              <w:t xml:space="preserve">w sytuacjach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dotyczących ochrony danych osobowych</w:t>
            </w:r>
          </w:p>
        </w:tc>
        <w:tc>
          <w:tcPr>
            <w:tcW w:w="1873" w:type="dxa"/>
          </w:tcPr>
          <w:p w:rsidRPr="009C54AE" w:rsidR="00B554A3" w:rsidP="00B554A3" w:rsidRDefault="00B554A3" w14:paraId="4935F81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Pr="009C54AE" w:rsidR="00B554A3" w:rsidTr="005E6E85" w14:paraId="54D651A8" w14:textId="77777777">
        <w:tc>
          <w:tcPr>
            <w:tcW w:w="1701" w:type="dxa"/>
          </w:tcPr>
          <w:p w:rsidR="00B554A3" w:rsidP="009C54AE" w:rsidRDefault="00B554A3" w14:paraId="41B525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Pr="009C54AE" w:rsidR="00B554A3" w:rsidP="00CC172A" w:rsidRDefault="00CC172A" w14:paraId="5D70D76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2A">
              <w:rPr>
                <w:rFonts w:ascii="Corbel" w:hAnsi="Corbel"/>
                <w:b w:val="0"/>
                <w:smallCaps w:val="0"/>
                <w:szCs w:val="24"/>
              </w:rPr>
              <w:t xml:space="preserve">Jest gotowy samodzielnie i krytycznie uzupełniać wiedzę w zakresie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prawa ochrony danych osobowych</w:t>
            </w:r>
            <w:r w:rsidRPr="00CC172A">
              <w:rPr>
                <w:rFonts w:ascii="Corbel" w:hAnsi="Corbel"/>
                <w:b w:val="0"/>
                <w:smallCaps w:val="0"/>
                <w:szCs w:val="24"/>
              </w:rPr>
              <w:t>, również na gruncie interdyscyplinarnym, oraz potrafi właściwie ją wykorzystać.</w:t>
            </w:r>
          </w:p>
        </w:tc>
        <w:tc>
          <w:tcPr>
            <w:tcW w:w="1873" w:type="dxa"/>
          </w:tcPr>
          <w:p w:rsidRPr="009C54AE" w:rsidR="00B554A3" w:rsidP="00B554A3" w:rsidRDefault="00B554A3" w14:paraId="4D05067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Pr="009C54AE" w:rsidR="00B554A3" w:rsidTr="005E6E85" w14:paraId="13BD128E" w14:textId="77777777">
        <w:tc>
          <w:tcPr>
            <w:tcW w:w="1701" w:type="dxa"/>
          </w:tcPr>
          <w:p w:rsidR="00B554A3" w:rsidP="009C54AE" w:rsidRDefault="00B554A3" w14:paraId="3D0783F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6096" w:type="dxa"/>
          </w:tcPr>
          <w:p w:rsidRPr="009C54AE" w:rsidR="00B554A3" w:rsidP="00CC172A" w:rsidRDefault="00CC172A" w14:paraId="645F07E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2A">
              <w:rPr>
                <w:rFonts w:ascii="Corbel" w:hAnsi="Corbel"/>
                <w:b w:val="0"/>
                <w:smallCaps w:val="0"/>
                <w:szCs w:val="24"/>
              </w:rPr>
              <w:t xml:space="preserve">Posiada zdolność do samodzielnego rozwiązywania problemów występujących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ochronie danych osobowych</w:t>
            </w:r>
            <w:r w:rsidRPr="00CC172A">
              <w:rPr>
                <w:rFonts w:ascii="Corbel" w:hAnsi="Corbel"/>
                <w:b w:val="0"/>
                <w:smallCaps w:val="0"/>
                <w:szCs w:val="24"/>
              </w:rPr>
              <w:t>, przekonująco argumentuje i interpretować występujące zjawiska w tym obszarze.</w:t>
            </w:r>
          </w:p>
        </w:tc>
        <w:tc>
          <w:tcPr>
            <w:tcW w:w="1873" w:type="dxa"/>
          </w:tcPr>
          <w:p w:rsidRPr="009C54AE" w:rsidR="00B554A3" w:rsidP="00B554A3" w:rsidRDefault="00B554A3" w14:paraId="2CBE187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Pr="009C54AE" w:rsidR="00B554A3" w:rsidTr="005E6E85" w14:paraId="58F8BA2A" w14:textId="77777777">
        <w:tc>
          <w:tcPr>
            <w:tcW w:w="1701" w:type="dxa"/>
          </w:tcPr>
          <w:p w:rsidR="00B554A3" w:rsidP="009C54AE" w:rsidRDefault="00B554A3" w14:paraId="577D811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4A3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K_10</w:t>
            </w:r>
          </w:p>
        </w:tc>
        <w:tc>
          <w:tcPr>
            <w:tcW w:w="6096" w:type="dxa"/>
          </w:tcPr>
          <w:p w:rsidRPr="009C54AE" w:rsidR="00B554A3" w:rsidP="00C35CE5" w:rsidRDefault="00CC172A" w14:paraId="04CE2F5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2A">
              <w:rPr>
                <w:rFonts w:ascii="Corbel" w:hAnsi="Corbel"/>
                <w:b w:val="0"/>
                <w:smallCaps w:val="0"/>
                <w:szCs w:val="24"/>
              </w:rPr>
              <w:t>Jest gotowy działać na rzecz społeczeństwa, także w instytucjach publicznych i niepublicznych, wykorzystując nabytą wiedze i umiejętności zdobyte w trakcie zajęć z w/w tematyki.</w:t>
            </w:r>
          </w:p>
        </w:tc>
        <w:tc>
          <w:tcPr>
            <w:tcW w:w="1873" w:type="dxa"/>
          </w:tcPr>
          <w:p w:rsidRPr="009C54AE" w:rsidR="00B554A3" w:rsidP="00B554A3" w:rsidRDefault="00B554A3" w14:paraId="74FAEA3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Pr="009C54AE" w:rsidR="0085747A" w:rsidP="009C54AE" w:rsidRDefault="0085747A" w14:paraId="590ACA4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0DFEEAA6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077CA884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2CA97740" w14:paraId="0A363793" w14:textId="77777777">
        <w:tc>
          <w:tcPr>
            <w:tcW w:w="9520" w:type="dxa"/>
            <w:tcMar/>
          </w:tcPr>
          <w:p w:rsidRPr="009C54AE" w:rsidR="0085747A" w:rsidP="00B554A3" w:rsidRDefault="00E03793" w14:paraId="54598AF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E03793" w:rsidTr="2CA97740" w14:paraId="3360613B" w14:textId="77777777">
        <w:tc>
          <w:tcPr>
            <w:tcW w:w="9520" w:type="dxa"/>
            <w:tcMar/>
          </w:tcPr>
          <w:p w:rsidR="00E03793" w:rsidP="2CA97740" w:rsidRDefault="00E03793" w14:paraId="5CFEBB32" w14:textId="77777777">
            <w:pPr>
              <w:spacing w:after="0" w:line="240" w:lineRule="auto"/>
              <w:ind w:left="90" w:hanging="90"/>
              <w:rPr>
                <w:rFonts w:ascii="Corbel" w:hAnsi="Corbel"/>
                <w:sz w:val="24"/>
                <w:szCs w:val="24"/>
              </w:rPr>
            </w:pPr>
            <w:r w:rsidRPr="2CA97740" w:rsidR="00E03793">
              <w:rPr>
                <w:rFonts w:ascii="Corbel" w:hAnsi="Corbel"/>
                <w:sz w:val="24"/>
                <w:szCs w:val="24"/>
              </w:rPr>
              <w:t>1. Ochrona danych osobowych – pojęcie, geneza, regulacja prawna.</w:t>
            </w:r>
          </w:p>
        </w:tc>
      </w:tr>
      <w:tr w:rsidRPr="009C54AE" w:rsidR="0085747A" w:rsidTr="2CA97740" w14:paraId="03DBCF65" w14:textId="77777777">
        <w:tc>
          <w:tcPr>
            <w:tcW w:w="9520" w:type="dxa"/>
            <w:tcMar/>
          </w:tcPr>
          <w:p w:rsidRPr="009C54AE" w:rsidR="004B3C7F" w:rsidP="2CA97740" w:rsidRDefault="00E03793" w14:paraId="137ED5C6" w14:textId="77777777">
            <w:pPr>
              <w:pStyle w:val="Akapitzlist"/>
              <w:spacing w:after="0" w:line="240" w:lineRule="auto"/>
              <w:ind w:left="90" w:hanging="90"/>
              <w:rPr>
                <w:rFonts w:ascii="Corbel" w:hAnsi="Corbel"/>
                <w:sz w:val="24"/>
                <w:szCs w:val="24"/>
              </w:rPr>
            </w:pPr>
            <w:r w:rsidRPr="2CA97740" w:rsidR="00E03793">
              <w:rPr>
                <w:rFonts w:ascii="Corbel" w:hAnsi="Corbel"/>
                <w:sz w:val="24"/>
                <w:szCs w:val="24"/>
              </w:rPr>
              <w:t xml:space="preserve">2. </w:t>
            </w:r>
            <w:r w:rsidRPr="2CA97740" w:rsidR="00E03793">
              <w:rPr>
                <w:rFonts w:ascii="Corbel" w:hAnsi="Corbel"/>
                <w:sz w:val="24"/>
                <w:szCs w:val="24"/>
              </w:rPr>
              <w:t>Zasady przetwarzania danych osobowych</w:t>
            </w:r>
            <w:r w:rsidRPr="2CA97740" w:rsidR="00E0379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85747A" w:rsidTr="2CA97740" w14:paraId="570620A9" w14:textId="77777777">
        <w:tc>
          <w:tcPr>
            <w:tcW w:w="9520" w:type="dxa"/>
            <w:tcMar/>
          </w:tcPr>
          <w:p w:rsidRPr="009C54AE" w:rsidR="0085747A" w:rsidP="2CA97740" w:rsidRDefault="004B3C7F" w14:paraId="22B00D97" w14:textId="77777777">
            <w:pPr>
              <w:pStyle w:val="Akapitzlist"/>
              <w:spacing w:after="0" w:line="240" w:lineRule="auto"/>
              <w:ind w:left="90" w:hanging="90"/>
              <w:rPr>
                <w:rFonts w:ascii="Corbel" w:hAnsi="Corbel"/>
                <w:sz w:val="24"/>
                <w:szCs w:val="24"/>
              </w:rPr>
            </w:pPr>
            <w:r w:rsidRPr="2CA97740" w:rsidR="5B87DCC0">
              <w:rPr>
                <w:rFonts w:ascii="Corbel" w:hAnsi="Corbel"/>
                <w:sz w:val="24"/>
                <w:szCs w:val="24"/>
              </w:rPr>
              <w:t xml:space="preserve">3. </w:t>
            </w:r>
            <w:r w:rsidRPr="2CA97740" w:rsidR="5B87DCC0">
              <w:rPr>
                <w:rFonts w:ascii="Corbel" w:hAnsi="Corbel"/>
                <w:sz w:val="24"/>
                <w:szCs w:val="24"/>
              </w:rPr>
              <w:t>Podstawy dopuszczalności przetwarzania danych osobowych</w:t>
            </w:r>
            <w:r w:rsidRPr="2CA97740" w:rsidR="5B87DCC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4B3C7F" w:rsidTr="2CA97740" w14:paraId="0FADBA94" w14:textId="77777777">
        <w:tc>
          <w:tcPr>
            <w:tcW w:w="9520" w:type="dxa"/>
            <w:tcMar/>
          </w:tcPr>
          <w:p w:rsidR="00CE0D0C" w:rsidP="2CA97740" w:rsidRDefault="004B3C7F" w14:paraId="211FE630" w14:textId="77777777">
            <w:pPr>
              <w:pStyle w:val="Akapitzlist"/>
              <w:spacing w:after="0" w:line="240" w:lineRule="auto"/>
              <w:ind w:left="90" w:hanging="123"/>
              <w:rPr>
                <w:rFonts w:ascii="Corbel" w:hAnsi="Corbel"/>
                <w:sz w:val="24"/>
                <w:szCs w:val="24"/>
              </w:rPr>
            </w:pPr>
            <w:r w:rsidRPr="2CA97740" w:rsidR="5B87DCC0">
              <w:rPr>
                <w:rFonts w:ascii="Corbel" w:hAnsi="Corbel"/>
                <w:sz w:val="24"/>
                <w:szCs w:val="24"/>
              </w:rPr>
              <w:t xml:space="preserve">4. </w:t>
            </w:r>
            <w:r w:rsidRPr="2CA97740" w:rsidR="5B87DCC0">
              <w:rPr>
                <w:rFonts w:ascii="Corbel" w:hAnsi="Corbel"/>
                <w:sz w:val="24"/>
                <w:szCs w:val="24"/>
              </w:rPr>
              <w:t>Inspektor Ochrony Danych</w:t>
            </w:r>
            <w:r w:rsidRPr="2CA97740" w:rsidR="3676BD3A">
              <w:rPr>
                <w:rFonts w:ascii="Corbel" w:hAnsi="Corbel"/>
                <w:sz w:val="24"/>
                <w:szCs w:val="24"/>
              </w:rPr>
              <w:t>.</w:t>
            </w:r>
            <w:r w:rsidRPr="2CA97740" w:rsidR="5B87DCC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4B3C7F" w:rsidP="2CA97740" w:rsidRDefault="004B3C7F" w14:paraId="5FCE7D67" w14:textId="77777777">
            <w:pPr>
              <w:pStyle w:val="Akapitzlist"/>
              <w:spacing w:after="0" w:line="240" w:lineRule="auto"/>
              <w:ind w:left="90" w:firstLine="103"/>
              <w:rPr>
                <w:rFonts w:ascii="Corbel" w:hAnsi="Corbel"/>
                <w:sz w:val="24"/>
                <w:szCs w:val="24"/>
              </w:rPr>
            </w:pPr>
            <w:r w:rsidRPr="2CA97740" w:rsidR="5B87DCC0">
              <w:rPr>
                <w:rFonts w:ascii="Corbel" w:hAnsi="Corbel"/>
                <w:sz w:val="24"/>
                <w:szCs w:val="24"/>
              </w:rPr>
              <w:t>Prezes Urzędu Ochr</w:t>
            </w:r>
            <w:r w:rsidRPr="2CA97740" w:rsidR="3676BD3A">
              <w:rPr>
                <w:rFonts w:ascii="Corbel" w:hAnsi="Corbel"/>
                <w:sz w:val="24"/>
                <w:szCs w:val="24"/>
              </w:rPr>
              <w:t xml:space="preserve">ony Danych Osobowych jako organ </w:t>
            </w:r>
            <w:r w:rsidRPr="2CA97740" w:rsidR="5B87DCC0">
              <w:rPr>
                <w:rFonts w:ascii="Corbel" w:hAnsi="Corbel"/>
                <w:sz w:val="24"/>
                <w:szCs w:val="24"/>
              </w:rPr>
              <w:t>nadzorczy</w:t>
            </w:r>
            <w:r w:rsidRPr="2CA97740" w:rsidR="3676BD3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4B3C7F" w:rsidTr="2CA97740" w14:paraId="7B96268E" w14:textId="77777777">
        <w:tc>
          <w:tcPr>
            <w:tcW w:w="9520" w:type="dxa"/>
            <w:tcMar/>
          </w:tcPr>
          <w:p w:rsidR="00F07B07" w:rsidP="2CA97740" w:rsidRDefault="00CE0D0C" w14:paraId="16DB714C" w14:textId="77777777">
            <w:pPr>
              <w:pStyle w:val="Akapitzlist"/>
              <w:spacing w:after="0" w:line="240" w:lineRule="auto"/>
              <w:ind w:left="90" w:hanging="90"/>
              <w:rPr>
                <w:rFonts w:ascii="Corbel" w:hAnsi="Corbel"/>
                <w:sz w:val="24"/>
                <w:szCs w:val="24"/>
              </w:rPr>
            </w:pPr>
            <w:r w:rsidRPr="2CA97740" w:rsidR="3676BD3A">
              <w:rPr>
                <w:rFonts w:ascii="Corbel" w:hAnsi="Corbel"/>
                <w:sz w:val="24"/>
                <w:szCs w:val="24"/>
              </w:rPr>
              <w:t xml:space="preserve">5. </w:t>
            </w:r>
            <w:r w:rsidRPr="2CA97740" w:rsidR="3676BD3A">
              <w:rPr>
                <w:rFonts w:ascii="Corbel" w:hAnsi="Corbel"/>
                <w:sz w:val="24"/>
                <w:szCs w:val="24"/>
              </w:rPr>
              <w:t>Odpowiedzialność za niezgodne z prawem przetwarzanie danych osobowych</w:t>
            </w:r>
            <w:r w:rsidRPr="2CA97740" w:rsidR="3676BD3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F07B07" w:rsidTr="2CA97740" w14:paraId="48D8C69D" w14:textId="77777777">
        <w:tc>
          <w:tcPr>
            <w:tcW w:w="9520" w:type="dxa"/>
            <w:tcMar/>
          </w:tcPr>
          <w:p w:rsidR="00F07B07" w:rsidP="2CA97740" w:rsidRDefault="00F07B07" w14:paraId="4A520D65" w14:textId="77777777">
            <w:pPr>
              <w:pStyle w:val="Akapitzlist"/>
              <w:spacing w:after="0" w:line="240" w:lineRule="auto"/>
              <w:ind w:left="90" w:hanging="90"/>
              <w:rPr>
                <w:rFonts w:ascii="Corbel" w:hAnsi="Corbel"/>
                <w:sz w:val="24"/>
                <w:szCs w:val="24"/>
              </w:rPr>
            </w:pPr>
            <w:r w:rsidRPr="2CA97740" w:rsidR="00F07B07">
              <w:rPr>
                <w:rFonts w:ascii="Corbel" w:hAnsi="Corbel"/>
                <w:sz w:val="24"/>
                <w:szCs w:val="24"/>
              </w:rPr>
              <w:t xml:space="preserve">6. </w:t>
            </w:r>
            <w:r w:rsidRPr="2CA97740" w:rsidR="00F07B07">
              <w:rPr>
                <w:rFonts w:ascii="Corbel" w:hAnsi="Corbel"/>
                <w:sz w:val="24"/>
                <w:szCs w:val="24"/>
              </w:rPr>
              <w:t>Stosowanie przepisów w wybranych obszarach materialnego prawa administracyjnego.</w:t>
            </w:r>
          </w:p>
        </w:tc>
      </w:tr>
      <w:tr w:rsidRPr="009C54AE" w:rsidR="00F07B07" w:rsidTr="2CA97740" w14:paraId="552ECBBA" w14:textId="77777777">
        <w:tc>
          <w:tcPr>
            <w:tcW w:w="9520" w:type="dxa"/>
            <w:tcMar/>
          </w:tcPr>
          <w:p w:rsidR="00F07B07" w:rsidP="2CA97740" w:rsidRDefault="00F07B07" w14:paraId="3F485698" w14:textId="77777777">
            <w:pPr>
              <w:pStyle w:val="Akapitzlist"/>
              <w:spacing w:after="0" w:line="240" w:lineRule="auto"/>
              <w:ind w:left="90" w:hanging="90"/>
              <w:rPr>
                <w:rFonts w:ascii="Corbel" w:hAnsi="Corbel"/>
                <w:sz w:val="24"/>
                <w:szCs w:val="24"/>
              </w:rPr>
            </w:pPr>
            <w:r w:rsidRPr="2CA97740" w:rsidR="00F07B07">
              <w:rPr>
                <w:rFonts w:ascii="Corbel" w:hAnsi="Corbel"/>
                <w:sz w:val="24"/>
                <w:szCs w:val="24"/>
              </w:rPr>
              <w:t xml:space="preserve">7. </w:t>
            </w:r>
            <w:proofErr w:type="spellStart"/>
            <w:r w:rsidRPr="2CA97740" w:rsidR="00F07B07">
              <w:rPr>
                <w:rFonts w:ascii="Corbel" w:hAnsi="Corbel"/>
                <w:sz w:val="24"/>
                <w:szCs w:val="24"/>
              </w:rPr>
              <w:t>Cyberbezpieczeństwo</w:t>
            </w:r>
            <w:proofErr w:type="spellEnd"/>
            <w:r w:rsidRPr="2CA97740" w:rsidR="00F07B07">
              <w:rPr>
                <w:rFonts w:ascii="Corbel" w:hAnsi="Corbel"/>
                <w:sz w:val="24"/>
                <w:szCs w:val="24"/>
              </w:rPr>
              <w:t xml:space="preserve"> a ochrona danych osobowych.</w:t>
            </w:r>
          </w:p>
        </w:tc>
      </w:tr>
    </w:tbl>
    <w:p w:rsidRPr="009C54AE" w:rsidR="0085747A" w:rsidP="009C54AE" w:rsidRDefault="0085747A" w14:paraId="7F4A757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B554A3" w:rsidP="00E03793" w:rsidRDefault="00E03793" w14:paraId="668A0ADC" w14:textId="77777777">
      <w:pPr>
        <w:pStyle w:val="Akapitzlist"/>
        <w:spacing w:after="120" w:line="240" w:lineRule="auto"/>
        <w:ind w:left="708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B. </w:t>
      </w:r>
      <w:r w:rsidRPr="009C54AE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 w:rsidR="0085747A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58CF7AA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CC172A" w:rsidR="00CC172A" w:rsidP="00CC172A" w:rsidRDefault="009F4610" w14:paraId="2AA1459E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CC172A" w:rsidR="00CC172A" w:rsidP="2CA97740" w:rsidRDefault="00CC172A" w14:paraId="07F875ED" w14:textId="10C9282F">
      <w:pPr>
        <w:pStyle w:val="Punktygwne"/>
        <w:tabs>
          <w:tab w:val="left" w:pos="284"/>
        </w:tabs>
        <w:spacing w:after="0"/>
        <w:jc w:val="both"/>
        <w:rPr>
          <w:rFonts w:ascii="Corbel" w:hAnsi="Corbel"/>
          <w:b w:val="0"/>
          <w:bCs w:val="0"/>
          <w:caps w:val="0"/>
          <w:smallCaps w:val="0"/>
        </w:rPr>
      </w:pPr>
      <w:r w:rsidRPr="2CA97740" w:rsidR="00CC172A">
        <w:rPr>
          <w:rFonts w:ascii="Corbel" w:hAnsi="Corbel"/>
          <w:b w:val="0"/>
          <w:bCs w:val="0"/>
          <w:caps w:val="0"/>
          <w:smallCaps w:val="0"/>
        </w:rPr>
        <w:t xml:space="preserve">wykład problemowy, analiza i interpretacja tekstów źródłowych oraz wybranych orzeczeń. </w:t>
      </w:r>
    </w:p>
    <w:p w:rsidR="00CC172A" w:rsidP="009C54AE" w:rsidRDefault="00CC172A" w14:paraId="61D0A91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1CF2ABD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4B75FE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9E7D48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P="009C54AE" w:rsidRDefault="0085747A" w14:paraId="3DCFFE5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CC172A" w:rsidTr="00CC172A" w14:paraId="1AD3F002" w14:textId="77777777">
        <w:tc>
          <w:tcPr>
            <w:tcW w:w="1962" w:type="dxa"/>
            <w:vAlign w:val="center"/>
          </w:tcPr>
          <w:p w:rsidRPr="009C54AE" w:rsidR="00CC172A" w:rsidP="00F96A6E" w:rsidRDefault="00CC172A" w14:paraId="6F5CAF7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CC172A" w:rsidP="00F96A6E" w:rsidRDefault="00CC172A" w14:paraId="51C41EA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CC172A" w:rsidP="00F96A6E" w:rsidRDefault="00CC172A" w14:paraId="6BD7DB8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CC172A" w:rsidP="00F96A6E" w:rsidRDefault="00CC172A" w14:paraId="530DD07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CC172A" w:rsidP="00F96A6E" w:rsidRDefault="00CC172A" w14:paraId="540339F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4B2B57" w:rsidR="00CC172A" w:rsidTr="00CC172A" w14:paraId="3BC0CB1B" w14:textId="77777777">
        <w:tc>
          <w:tcPr>
            <w:tcW w:w="1962" w:type="dxa"/>
          </w:tcPr>
          <w:p w:rsidRPr="004B2B57" w:rsidR="00CC172A" w:rsidP="00F96A6E" w:rsidRDefault="00CC172A" w14:paraId="4FAB3B7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B2B5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B2B5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4B2B57" w:rsidR="00CC172A" w:rsidP="00F96A6E" w:rsidRDefault="00CC172A" w14:paraId="77143929" w14:textId="77777777">
            <w:pPr>
              <w:rPr>
                <w:b/>
              </w:rPr>
            </w:pPr>
            <w:r w:rsidRPr="00286E96">
              <w:t>Egzamin i zaliczenie z oceną w formie ustnej lub pisemnej, obserwacja w trakcie zajęć</w:t>
            </w:r>
          </w:p>
        </w:tc>
        <w:tc>
          <w:tcPr>
            <w:tcW w:w="2117" w:type="dxa"/>
          </w:tcPr>
          <w:p w:rsidRPr="004B2B57" w:rsidR="00CC172A" w:rsidP="00F96A6E" w:rsidRDefault="00F07B07" w14:paraId="5DE1D54D" w14:textId="77777777">
            <w:pPr>
              <w:rPr>
                <w:b/>
              </w:rPr>
            </w:pPr>
            <w:r>
              <w:t xml:space="preserve">w, </w:t>
            </w:r>
          </w:p>
        </w:tc>
      </w:tr>
      <w:tr w:rsidRPr="004B2B57" w:rsidR="00CC172A" w:rsidTr="00CC172A" w14:paraId="26AE3761" w14:textId="77777777">
        <w:tc>
          <w:tcPr>
            <w:tcW w:w="1962" w:type="dxa"/>
          </w:tcPr>
          <w:p w:rsidRPr="004B2B57" w:rsidR="00CC172A" w:rsidP="00F96A6E" w:rsidRDefault="00CC172A" w14:paraId="6E3CA65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2B5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4B2B57" w:rsidR="00CC172A" w:rsidP="00F96A6E" w:rsidRDefault="00CC172A" w14:paraId="27C76301" w14:textId="77777777">
            <w:pPr>
              <w:rPr>
                <w:b/>
              </w:rPr>
            </w:pPr>
            <w:r w:rsidRPr="00286E96">
              <w:t>Egzamin i zaliczenie z oceną w formie ustnej lub pisemnej, obserwacja w trakcie zajęć</w:t>
            </w:r>
          </w:p>
        </w:tc>
        <w:tc>
          <w:tcPr>
            <w:tcW w:w="2117" w:type="dxa"/>
          </w:tcPr>
          <w:p w:rsidRPr="004B2B57" w:rsidR="00CC172A" w:rsidP="00F96A6E" w:rsidRDefault="00F07B07" w14:paraId="272DE4C6" w14:textId="77777777">
            <w:pPr>
              <w:rPr>
                <w:b/>
              </w:rPr>
            </w:pPr>
            <w:r>
              <w:t xml:space="preserve">w, </w:t>
            </w:r>
          </w:p>
        </w:tc>
      </w:tr>
      <w:tr w:rsidRPr="00426CD3" w:rsidR="00CC172A" w:rsidTr="00CC172A" w14:paraId="0B87B52A" w14:textId="77777777">
        <w:tc>
          <w:tcPr>
            <w:tcW w:w="1962" w:type="dxa"/>
          </w:tcPr>
          <w:p w:rsidRPr="004B2B57" w:rsidR="00CC172A" w:rsidP="00F96A6E" w:rsidRDefault="00CC172A" w14:paraId="048F47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2B57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Pr="004B2B57" w:rsidR="00CC172A" w:rsidP="00F96A6E" w:rsidRDefault="00CC172A" w14:paraId="07BA9DBD" w14:textId="77777777">
            <w:pPr>
              <w:rPr>
                <w:b/>
              </w:rPr>
            </w:pPr>
            <w:r w:rsidRPr="00286E96">
              <w:t>Egzamin i zaliczenie z oceną w formie ustnej lub pisemnej, obserwacja w trakcie zajęć</w:t>
            </w:r>
          </w:p>
        </w:tc>
        <w:tc>
          <w:tcPr>
            <w:tcW w:w="2117" w:type="dxa"/>
          </w:tcPr>
          <w:p w:rsidRPr="00426CD3" w:rsidR="00CC172A" w:rsidP="00F96A6E" w:rsidRDefault="00F07B07" w14:paraId="1D421761" w14:textId="77777777">
            <w:r>
              <w:t xml:space="preserve">w, </w:t>
            </w:r>
          </w:p>
        </w:tc>
      </w:tr>
      <w:tr w:rsidRPr="004B2B57" w:rsidR="00CC172A" w:rsidTr="00CC172A" w14:paraId="34395770" w14:textId="77777777">
        <w:tc>
          <w:tcPr>
            <w:tcW w:w="1962" w:type="dxa"/>
          </w:tcPr>
          <w:p w:rsidRPr="004B2B57" w:rsidR="00CC172A" w:rsidP="00F96A6E" w:rsidRDefault="00CC172A" w14:paraId="703DC65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2B57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Pr="004B2B57" w:rsidR="00CC172A" w:rsidP="00F96A6E" w:rsidRDefault="00CC172A" w14:paraId="0CEE5597" w14:textId="77777777">
            <w:pPr>
              <w:rPr>
                <w:b/>
              </w:rPr>
            </w:pPr>
            <w:r w:rsidRPr="00286E96">
              <w:t>Egzamin i zaliczenie z oceną w formie ustnej lub pisemnej, obserwacja w trakcie zajęć</w:t>
            </w:r>
          </w:p>
        </w:tc>
        <w:tc>
          <w:tcPr>
            <w:tcW w:w="2117" w:type="dxa"/>
          </w:tcPr>
          <w:p w:rsidR="00CC172A" w:rsidP="00F96A6E" w:rsidRDefault="00CC172A" w14:paraId="2E564A03" w14:textId="77777777">
            <w:pPr>
              <w:rPr>
                <w:b/>
              </w:rPr>
            </w:pPr>
          </w:p>
          <w:p w:rsidRPr="004B2B57" w:rsidR="00CC172A" w:rsidP="00F96A6E" w:rsidRDefault="00F07B07" w14:paraId="3F622BDB" w14:textId="77777777">
            <w:pPr>
              <w:rPr>
                <w:b/>
              </w:rPr>
            </w:pPr>
            <w:r>
              <w:t xml:space="preserve">w, </w:t>
            </w:r>
          </w:p>
        </w:tc>
      </w:tr>
      <w:tr w:rsidRPr="00286E96" w:rsidR="00CC172A" w:rsidTr="00CC172A" w14:paraId="611B782D" w14:textId="77777777">
        <w:tc>
          <w:tcPr>
            <w:tcW w:w="1962" w:type="dxa"/>
          </w:tcPr>
          <w:p w:rsidRPr="004B2B57" w:rsidR="00CC172A" w:rsidP="00F96A6E" w:rsidRDefault="00CC172A" w14:paraId="16DC263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05</w:t>
            </w:r>
          </w:p>
        </w:tc>
        <w:tc>
          <w:tcPr>
            <w:tcW w:w="5441" w:type="dxa"/>
          </w:tcPr>
          <w:p w:rsidRPr="004B2B57" w:rsidR="00CC172A" w:rsidP="00F96A6E" w:rsidRDefault="00CC172A" w14:paraId="16B33DF0" w14:textId="77777777">
            <w:r w:rsidRPr="00286E96">
              <w:t>Egzamin i zaliczenie z oceną w formie ustnej lub pisemnej, obserwacja w trakcie zajęć</w:t>
            </w:r>
          </w:p>
        </w:tc>
        <w:tc>
          <w:tcPr>
            <w:tcW w:w="2117" w:type="dxa"/>
          </w:tcPr>
          <w:p w:rsidRPr="00286E96" w:rsidR="00CC172A" w:rsidP="00F96A6E" w:rsidRDefault="00F07B07" w14:paraId="755BE2DF" w14:textId="77777777">
            <w:r>
              <w:t xml:space="preserve">w, </w:t>
            </w:r>
          </w:p>
        </w:tc>
      </w:tr>
      <w:tr w:rsidRPr="00286E96" w:rsidR="00CC172A" w:rsidTr="00CC172A" w14:paraId="66BF1F98" w14:textId="77777777">
        <w:tc>
          <w:tcPr>
            <w:tcW w:w="1962" w:type="dxa"/>
          </w:tcPr>
          <w:p w:rsidRPr="004B2B57" w:rsidR="00CC172A" w:rsidP="00F96A6E" w:rsidRDefault="00CC172A" w14:paraId="75DE373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:rsidRPr="004B2B57" w:rsidR="00CC172A" w:rsidP="00F96A6E" w:rsidRDefault="00CC172A" w14:paraId="68F9A6F3" w14:textId="77777777">
            <w:r w:rsidRPr="00286E96">
              <w:t>Egzamin i zaliczenie z oceną w formie ustnej lub pisemnej, obserwacja w trakcie zajęć</w:t>
            </w:r>
          </w:p>
        </w:tc>
        <w:tc>
          <w:tcPr>
            <w:tcW w:w="2117" w:type="dxa"/>
          </w:tcPr>
          <w:p w:rsidRPr="00286E96" w:rsidR="00CC172A" w:rsidP="00F96A6E" w:rsidRDefault="00F07B07" w14:paraId="4C86B449" w14:textId="77777777">
            <w:r>
              <w:t xml:space="preserve">w, </w:t>
            </w:r>
          </w:p>
        </w:tc>
      </w:tr>
      <w:tr w:rsidRPr="00286E96" w:rsidR="00CC172A" w:rsidTr="00CC172A" w14:paraId="6DCA701D" w14:textId="77777777">
        <w:tc>
          <w:tcPr>
            <w:tcW w:w="1962" w:type="dxa"/>
          </w:tcPr>
          <w:p w:rsidRPr="004B2B57" w:rsidR="00CC172A" w:rsidP="00F96A6E" w:rsidRDefault="00CC172A" w14:paraId="4D2C0A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:rsidRPr="004B2B57" w:rsidR="00CC172A" w:rsidP="00F96A6E" w:rsidRDefault="00CC172A" w14:paraId="2D9E62A6" w14:textId="77777777">
            <w:r w:rsidRPr="00CC172A">
              <w:t>Egzamin i zaliczenie z oceną w formie ustnej lub pisemnej, obserwacja w trakcie zajęć</w:t>
            </w:r>
          </w:p>
        </w:tc>
        <w:tc>
          <w:tcPr>
            <w:tcW w:w="2117" w:type="dxa"/>
          </w:tcPr>
          <w:p w:rsidRPr="00286E96" w:rsidR="00CC172A" w:rsidP="00F96A6E" w:rsidRDefault="00B93C67" w14:paraId="303B4B74" w14:textId="77777777">
            <w:r>
              <w:t xml:space="preserve">w, </w:t>
            </w:r>
          </w:p>
        </w:tc>
      </w:tr>
      <w:tr w:rsidRPr="00286E96" w:rsidR="00CC172A" w:rsidTr="00CC172A" w14:paraId="4C2A2000" w14:textId="77777777">
        <w:tc>
          <w:tcPr>
            <w:tcW w:w="1962" w:type="dxa"/>
          </w:tcPr>
          <w:p w:rsidRPr="004B2B57" w:rsidR="00CC172A" w:rsidP="00F96A6E" w:rsidRDefault="00CC172A" w14:paraId="0A3BF39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:rsidRPr="004B2B57" w:rsidR="00CC172A" w:rsidP="00F96A6E" w:rsidRDefault="00CC172A" w14:paraId="38FD70E1" w14:textId="77777777">
            <w:r w:rsidRPr="00286E96">
              <w:t>Obserwacja w trakcie zajęć</w:t>
            </w:r>
          </w:p>
        </w:tc>
        <w:tc>
          <w:tcPr>
            <w:tcW w:w="2117" w:type="dxa"/>
          </w:tcPr>
          <w:p w:rsidRPr="00286E96" w:rsidR="00CC172A" w:rsidP="00F96A6E" w:rsidRDefault="00F07B07" w14:paraId="6DE02CF8" w14:textId="77777777">
            <w:r>
              <w:t>w,</w:t>
            </w:r>
          </w:p>
        </w:tc>
      </w:tr>
      <w:tr w:rsidRPr="00286E96" w:rsidR="00CC172A" w:rsidTr="00CC172A" w14:paraId="2A2BCBF4" w14:textId="77777777">
        <w:tc>
          <w:tcPr>
            <w:tcW w:w="1962" w:type="dxa"/>
          </w:tcPr>
          <w:p w:rsidRPr="004B2B57" w:rsidR="00CC172A" w:rsidP="00F96A6E" w:rsidRDefault="00CC172A" w14:paraId="071A8E3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441" w:type="dxa"/>
          </w:tcPr>
          <w:p w:rsidRPr="004B2B57" w:rsidR="00CC172A" w:rsidP="00F96A6E" w:rsidRDefault="00CC172A" w14:paraId="20CEDB9A" w14:textId="77777777">
            <w:r w:rsidRPr="00286E96">
              <w:t>Obserwacja w trakcie zajęć</w:t>
            </w:r>
          </w:p>
        </w:tc>
        <w:tc>
          <w:tcPr>
            <w:tcW w:w="2117" w:type="dxa"/>
          </w:tcPr>
          <w:p w:rsidRPr="00286E96" w:rsidR="00CC172A" w:rsidP="00F96A6E" w:rsidRDefault="00F07B07" w14:paraId="3ACB73F2" w14:textId="77777777">
            <w:r>
              <w:t>w,</w:t>
            </w:r>
          </w:p>
        </w:tc>
      </w:tr>
      <w:tr w:rsidRPr="00286E96" w:rsidR="00CC172A" w:rsidTr="00CC172A" w14:paraId="35E2FFDE" w14:textId="77777777">
        <w:tc>
          <w:tcPr>
            <w:tcW w:w="1962" w:type="dxa"/>
          </w:tcPr>
          <w:p w:rsidR="00CC172A" w:rsidP="00F96A6E" w:rsidRDefault="00CC172A" w14:paraId="6D3C1C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441" w:type="dxa"/>
          </w:tcPr>
          <w:p w:rsidRPr="00286E96" w:rsidR="00CC172A" w:rsidP="00F96A6E" w:rsidRDefault="00CC172A" w14:paraId="3621BB9A" w14:textId="77777777">
            <w:r w:rsidRPr="00CC172A">
              <w:t>Obserwacja w trakcie zajęć</w:t>
            </w:r>
          </w:p>
        </w:tc>
        <w:tc>
          <w:tcPr>
            <w:tcW w:w="2117" w:type="dxa"/>
          </w:tcPr>
          <w:p w:rsidRPr="00286E96" w:rsidR="00CC172A" w:rsidP="00F96A6E" w:rsidRDefault="00F07B07" w14:paraId="4726C867" w14:textId="77777777">
            <w:r>
              <w:t>w.</w:t>
            </w:r>
          </w:p>
        </w:tc>
      </w:tr>
    </w:tbl>
    <w:p w:rsidRPr="009C54AE" w:rsidR="00923D7D" w:rsidP="009C54AE" w:rsidRDefault="00923D7D" w14:paraId="607EC96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7B025C5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49E996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2CA97740" w14:paraId="4C659DBB" w14:textId="77777777">
        <w:tc>
          <w:tcPr>
            <w:tcW w:w="9670" w:type="dxa"/>
            <w:tcMar/>
          </w:tcPr>
          <w:p w:rsidRPr="009C54AE" w:rsidR="0085747A" w:rsidP="1ADB33E6" w:rsidRDefault="00CC172A" w14:paraId="62940EEC" w14:textId="2C0F87B2">
            <w:pPr>
              <w:spacing w:before="0" w:after="0"/>
              <w:jc w:val="both"/>
            </w:pPr>
            <w:r w:rsidRPr="1ADB33E6" w:rsidR="3AF2853A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>Dla egzaminu:</w:t>
            </w:r>
          </w:p>
          <w:p w:rsidRPr="009C54AE" w:rsidR="0085747A" w:rsidP="1ADB33E6" w:rsidRDefault="00CC172A" w14:paraId="368F7A83" w14:textId="1A0C93B2">
            <w:pPr>
              <w:spacing w:before="0" w:after="0"/>
              <w:jc w:val="both"/>
            </w:pPr>
            <w:r w:rsidRPr="1ADB33E6" w:rsidR="3AF2853A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Warunkiem zdania egzaminu jest uzyskanie pozytywnej oceny</w:t>
            </w:r>
            <w:r w:rsidRPr="1ADB33E6" w:rsidR="3AF2853A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1ADB33E6" w:rsidR="3AF2853A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Egzamin może mieć formę pisemną lub ustną. Polega na odpowiedzi na zadane pytania. Egzamin zawierać może pytania testowe, otwarte oraz problemowe. </w:t>
            </w:r>
            <w:r w:rsidRPr="1ADB33E6" w:rsidR="3AF2853A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1ADB33E6" w:rsidRDefault="00CC172A" w14:paraId="0D1BF3F7" w14:textId="678B1EFF">
            <w:pPr>
              <w:spacing w:before="0" w:after="0"/>
              <w:jc w:val="both"/>
            </w:pPr>
            <w:r w:rsidRPr="2CA97740" w:rsidR="29E61C94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oceny</w:t>
            </w:r>
            <w:r w:rsidRPr="2CA97740" w:rsidR="29E61C94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odpowiedzi są: kompletność odpowiedzi, poprawna terminologia, aktualny stan prawny.</w:t>
            </w:r>
            <w:r w:rsidRPr="2CA97740" w:rsidR="29E61C94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1ADB33E6" w:rsidRDefault="00CC172A" w14:paraId="03248A36" w14:textId="10CB1DEC">
            <w:pPr>
              <w:spacing w:before="0" w:after="0"/>
              <w:jc w:val="both"/>
            </w:pPr>
            <w:r w:rsidRPr="1ADB33E6" w:rsidR="3AF2853A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1ADB33E6" w:rsidR="3AF2853A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1ADB33E6" w:rsidRDefault="00CC172A" w14:paraId="55214E4F" w14:textId="474AD716">
            <w:pPr>
              <w:spacing w:before="0" w:after="0"/>
            </w:pPr>
            <w:r w:rsidRPr="1ADB33E6" w:rsidR="3AF2853A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Pr="009C54AE" w:rsidR="0085747A" w:rsidP="1ADB33E6" w:rsidRDefault="00CC172A" w14:paraId="361705FA" w14:textId="2F1F19FE">
            <w:pPr>
              <w:spacing w:before="0" w:after="0"/>
            </w:pPr>
            <w:r w:rsidRPr="1ADB33E6" w:rsidR="3AF2853A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Pr="009C54AE" w:rsidR="0085747A" w:rsidP="1ADB33E6" w:rsidRDefault="00CC172A" w14:paraId="5F940BED" w14:textId="4DFB2A75">
            <w:pPr>
              <w:spacing w:before="0" w:after="0"/>
            </w:pPr>
            <w:r w:rsidRPr="1ADB33E6" w:rsidR="3AF2853A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Pr="009C54AE" w:rsidR="0085747A" w:rsidP="1ADB33E6" w:rsidRDefault="00CC172A" w14:paraId="285432F1" w14:textId="6D055540">
            <w:pPr>
              <w:spacing w:before="0" w:after="0"/>
            </w:pPr>
            <w:r w:rsidRPr="1ADB33E6" w:rsidR="3AF2853A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Pr="009C54AE" w:rsidR="0085747A" w:rsidP="1ADB33E6" w:rsidRDefault="00CC172A" w14:paraId="059B0429" w14:textId="154E2011">
            <w:pPr>
              <w:spacing w:before="0" w:after="0"/>
            </w:pPr>
            <w:r w:rsidRPr="1ADB33E6" w:rsidR="3AF2853A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9C54AE" w:rsidR="0085747A" w:rsidP="1ADB33E6" w:rsidRDefault="00CC172A" w14:paraId="0ABC68BF" w14:textId="63065272">
            <w:pPr>
              <w:spacing w:before="0" w:after="0"/>
            </w:pPr>
            <w:r w:rsidRPr="1ADB33E6" w:rsidR="3AF2853A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50 %.</w:t>
            </w:r>
          </w:p>
          <w:p w:rsidRPr="009C54AE" w:rsidR="0085747A" w:rsidP="1ADB33E6" w:rsidRDefault="00CC172A" w14:paraId="7370E09B" w14:textId="44D35E1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ADB33E6" w:rsidR="00CC172A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</w:tr>
    </w:tbl>
    <w:p w:rsidRPr="009C54AE" w:rsidR="0085747A" w:rsidP="009C54AE" w:rsidRDefault="0085747A" w14:paraId="7160FFD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31441DC5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1D36E4D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1D39FBE7" w14:textId="77777777">
        <w:tc>
          <w:tcPr>
            <w:tcW w:w="4962" w:type="dxa"/>
            <w:vAlign w:val="center"/>
          </w:tcPr>
          <w:p w:rsidRPr="009C54AE" w:rsidR="0085747A" w:rsidP="009C54AE" w:rsidRDefault="00C61DC5" w14:paraId="5DF4B5A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0FE9F3C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7A38E9A0" w14:textId="77777777">
        <w:tc>
          <w:tcPr>
            <w:tcW w:w="4962" w:type="dxa"/>
          </w:tcPr>
          <w:p w:rsidRPr="009C54AE" w:rsidR="0085747A" w:rsidP="009C54AE" w:rsidRDefault="00C61DC5" w14:paraId="548181E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CC172A" w:rsidP="00CC172A" w:rsidRDefault="00CC172A" w14:paraId="0760F1C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 wykład</w:t>
            </w:r>
          </w:p>
          <w:p w:rsidRPr="009C54AE" w:rsidR="0085747A" w:rsidP="00CC172A" w:rsidRDefault="0085747A" w14:paraId="2D2832F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C61DC5" w:rsidTr="00923D7D" w14:paraId="6A31ACEA" w14:textId="77777777">
        <w:tc>
          <w:tcPr>
            <w:tcW w:w="4962" w:type="dxa"/>
          </w:tcPr>
          <w:p w:rsidRPr="009C54AE" w:rsidR="00C61DC5" w:rsidP="009C54AE" w:rsidRDefault="00C61DC5" w14:paraId="7467978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52D38B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CC172A" w:rsidRDefault="00F07B07" w14:paraId="72E5852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9C54AE" w:rsidR="00C61DC5" w:rsidTr="00923D7D" w14:paraId="4A508ED6" w14:textId="77777777">
        <w:tc>
          <w:tcPr>
            <w:tcW w:w="4962" w:type="dxa"/>
          </w:tcPr>
          <w:p w:rsidRPr="009C54AE" w:rsidR="0071620A" w:rsidP="009C54AE" w:rsidRDefault="00C61DC5" w14:paraId="0EC36A2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79CBDEC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CC172A" w:rsidRDefault="00F07B07" w14:paraId="1D2FB57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89</w:t>
            </w:r>
          </w:p>
        </w:tc>
      </w:tr>
      <w:tr w:rsidRPr="009C54AE" w:rsidR="0085747A" w:rsidTr="00923D7D" w14:paraId="6612BA6F" w14:textId="77777777">
        <w:tc>
          <w:tcPr>
            <w:tcW w:w="4962" w:type="dxa"/>
          </w:tcPr>
          <w:p w:rsidRPr="009C54AE" w:rsidR="0085747A" w:rsidP="009C54AE" w:rsidRDefault="0085747A" w14:paraId="0F8478F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CC172A" w:rsidRDefault="00CC172A" w14:paraId="682171A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Pr="009C54AE" w:rsidR="0085747A" w:rsidTr="00923D7D" w14:paraId="6C8749B4" w14:textId="77777777">
        <w:tc>
          <w:tcPr>
            <w:tcW w:w="4962" w:type="dxa"/>
          </w:tcPr>
          <w:p w:rsidRPr="009C54AE" w:rsidR="0085747A" w:rsidP="009C54AE" w:rsidRDefault="0085747A" w14:paraId="7787243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CC172A" w:rsidRDefault="00CC172A" w14:paraId="16844CE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1D236E09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73411B9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23CD802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1DB90BB1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2CA97740" w14:paraId="1699292D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5F0244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2CA97740" w:rsidRDefault="0085747A" w14:paraId="750687EB" w14:textId="6C6D2DB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CA97740" w:rsidR="087E64C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2CA97740" w14:paraId="68492BBB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0CCD5EE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2CA97740" w:rsidRDefault="0085747A" w14:paraId="3DBF205C" w14:textId="6ED703ED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CA97740" w:rsidR="498973F3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3E1941" w:rsidP="009C54AE" w:rsidRDefault="003E1941" w14:paraId="5A1F9B9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09A1F1D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24C6843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2CA97740" w14:paraId="5F5C271C" w14:textId="77777777">
        <w:trPr>
          <w:trHeight w:val="397"/>
        </w:trPr>
        <w:tc>
          <w:tcPr>
            <w:tcW w:w="7513" w:type="dxa"/>
            <w:tcMar/>
          </w:tcPr>
          <w:p w:rsidR="0085747A" w:rsidP="2CA97740" w:rsidRDefault="0085747A" w14:paraId="6ECC0388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2CA97740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2CA97740" w:rsidP="2CA97740" w:rsidRDefault="2CA97740" w14:paraId="44276964" w14:textId="173FEC08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CC172A" w:rsidP="009C54AE" w:rsidRDefault="00CC172A" w14:paraId="23B05D6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B93C67">
              <w:rPr>
                <w:rFonts w:ascii="Corbel" w:hAnsi="Corbel"/>
                <w:b w:val="0"/>
                <w:smallCaps w:val="0"/>
                <w:szCs w:val="24"/>
              </w:rPr>
              <w:t xml:space="preserve">J. </w:t>
            </w:r>
            <w:proofErr w:type="spellStart"/>
            <w:r w:rsidR="00B93C67">
              <w:rPr>
                <w:rFonts w:ascii="Corbel" w:hAnsi="Corbel"/>
                <w:b w:val="0"/>
                <w:smallCaps w:val="0"/>
                <w:szCs w:val="24"/>
              </w:rPr>
              <w:t>Taczkowska</w:t>
            </w:r>
            <w:proofErr w:type="spellEnd"/>
            <w:r w:rsidR="00B93C67">
              <w:rPr>
                <w:rFonts w:ascii="Corbel" w:hAnsi="Corbel"/>
                <w:b w:val="0"/>
                <w:smallCaps w:val="0"/>
                <w:szCs w:val="24"/>
              </w:rPr>
              <w:t>-Olszewska, M.</w:t>
            </w:r>
            <w:r w:rsidRPr="00A824F8" w:rsidR="00A824F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A824F8" w:rsidR="00A824F8">
              <w:rPr>
                <w:rFonts w:ascii="Corbel" w:hAnsi="Corbel"/>
                <w:b w:val="0"/>
                <w:smallCaps w:val="0"/>
                <w:szCs w:val="24"/>
              </w:rPr>
              <w:t>Nowikowska</w:t>
            </w:r>
            <w:proofErr w:type="spellEnd"/>
            <w:r w:rsidR="00B93C6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824F8" w:rsidR="00A824F8">
              <w:rPr>
                <w:rFonts w:ascii="Corbel" w:hAnsi="Corbel"/>
                <w:b w:val="0"/>
                <w:smallCaps w:val="0"/>
                <w:szCs w:val="24"/>
              </w:rPr>
              <w:t xml:space="preserve"> Prawo do informacji publicznej. Informacje niejawne. Ochrona danych osobowych</w:t>
            </w:r>
            <w:r w:rsidR="00A824F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93C67">
              <w:rPr>
                <w:rFonts w:ascii="Corbel" w:hAnsi="Corbel"/>
                <w:b w:val="0"/>
                <w:smallCaps w:val="0"/>
                <w:szCs w:val="24"/>
              </w:rPr>
              <w:t>Warszawa 2019.</w:t>
            </w:r>
          </w:p>
          <w:p w:rsidR="002007ED" w:rsidP="009C54AE" w:rsidRDefault="002007ED" w14:paraId="3FFC59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M.</w:t>
            </w:r>
            <w:r w:rsidRPr="002007ED">
              <w:rPr>
                <w:rFonts w:ascii="Corbel" w:hAnsi="Corbel"/>
                <w:b w:val="0"/>
                <w:smallCaps w:val="0"/>
                <w:szCs w:val="24"/>
              </w:rPr>
              <w:t xml:space="preserve"> Jędrzejczak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(red.), </w:t>
            </w:r>
            <w:r w:rsidRPr="002007ED">
              <w:rPr>
                <w:rFonts w:ascii="Corbel" w:hAnsi="Corbel"/>
                <w:b w:val="0"/>
                <w:smallCaps w:val="0"/>
                <w:szCs w:val="24"/>
              </w:rPr>
              <w:t>Ochrona danych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osobowych w prawie publicznym, Warszawa 2021.</w:t>
            </w:r>
          </w:p>
          <w:p w:rsidR="002007ED" w:rsidP="009C54AE" w:rsidRDefault="002007ED" w14:paraId="4EFA450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P.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Fajgielski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007ED">
              <w:rPr>
                <w:rFonts w:ascii="Corbel" w:hAnsi="Corbel"/>
                <w:b w:val="0"/>
                <w:smallCaps w:val="0"/>
                <w:szCs w:val="24"/>
              </w:rPr>
              <w:t>Ochrona danych osobowych w administrac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ji publicznej, Warszawa 2021.</w:t>
            </w:r>
          </w:p>
          <w:p w:rsidRPr="009C54AE" w:rsidR="00A824F8" w:rsidP="00A824F8" w:rsidRDefault="00A824F8" w14:paraId="7237BD0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4. I. Kamińska, M.</w:t>
            </w:r>
            <w:r w:rsidRPr="00A824F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A824F8">
              <w:rPr>
                <w:rFonts w:ascii="Corbel" w:hAnsi="Corbel"/>
                <w:b w:val="0"/>
                <w:smallCaps w:val="0"/>
                <w:szCs w:val="24"/>
              </w:rPr>
              <w:t>Rozbicka-Ostrowska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824F8">
              <w:rPr>
                <w:rFonts w:ascii="Corbel" w:hAnsi="Corbel"/>
                <w:b w:val="0"/>
                <w:smallCaps w:val="0"/>
                <w:szCs w:val="24"/>
              </w:rPr>
              <w:t xml:space="preserve"> Ochrona danych osobowych a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rawo do informacji publicznej, Warszawa 2021.</w:t>
            </w:r>
          </w:p>
        </w:tc>
      </w:tr>
      <w:tr w:rsidRPr="009C54AE" w:rsidR="0085747A" w:rsidTr="2CA97740" w14:paraId="2CEFBAD9" w14:textId="77777777">
        <w:trPr>
          <w:trHeight w:val="397"/>
        </w:trPr>
        <w:tc>
          <w:tcPr>
            <w:tcW w:w="7513" w:type="dxa"/>
            <w:tcMar/>
          </w:tcPr>
          <w:p w:rsidR="0085747A" w:rsidP="2CA97740" w:rsidRDefault="0085747A" w14:paraId="6D554E63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2CA97740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2CA97740" w:rsidP="2CA97740" w:rsidRDefault="2CA97740" w14:paraId="14AAC46B" w14:textId="660BBAD0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2007ED" w:rsidP="009C54AE" w:rsidRDefault="00CC172A" w14:paraId="7CAD176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2007ED">
              <w:rPr>
                <w:rFonts w:ascii="Corbel" w:hAnsi="Corbel"/>
                <w:b w:val="0"/>
                <w:smallCaps w:val="0"/>
                <w:szCs w:val="24"/>
              </w:rPr>
              <w:t>M.</w:t>
            </w:r>
            <w:r w:rsidRPr="002007ED" w:rsidR="002007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007ED" w:rsidR="002007ED">
              <w:rPr>
                <w:rFonts w:ascii="Corbel" w:hAnsi="Corbel"/>
                <w:b w:val="0"/>
                <w:smallCaps w:val="0"/>
                <w:szCs w:val="24"/>
              </w:rPr>
              <w:t>Gumularz</w:t>
            </w:r>
            <w:proofErr w:type="spellEnd"/>
            <w:r w:rsidR="002007E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007ED" w:rsidR="002007ED">
              <w:rPr>
                <w:rFonts w:ascii="Corbel" w:hAnsi="Corbel"/>
                <w:b w:val="0"/>
                <w:smallCaps w:val="0"/>
                <w:szCs w:val="24"/>
              </w:rPr>
              <w:t>Ochrona danych o</w:t>
            </w:r>
            <w:r w:rsidR="002007ED">
              <w:rPr>
                <w:rFonts w:ascii="Corbel" w:hAnsi="Corbel"/>
                <w:b w:val="0"/>
                <w:smallCaps w:val="0"/>
                <w:szCs w:val="24"/>
              </w:rPr>
              <w:t>sobowych w sektorze publicznym</w:t>
            </w:r>
          </w:p>
          <w:p w:rsidR="002007ED" w:rsidP="009C54AE" w:rsidRDefault="002007ED" w14:paraId="1768034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J.</w:t>
            </w:r>
            <w:r w:rsidRPr="002007ED">
              <w:rPr>
                <w:rFonts w:ascii="Corbel" w:hAnsi="Corbel"/>
                <w:b w:val="0"/>
                <w:smallCaps w:val="0"/>
                <w:szCs w:val="24"/>
              </w:rPr>
              <w:t xml:space="preserve"> Feliński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</w:t>
            </w:r>
            <w:r w:rsidRPr="002007ED">
              <w:rPr>
                <w:rFonts w:ascii="Corbel" w:hAnsi="Corbel"/>
                <w:b w:val="0"/>
                <w:smallCaps w:val="0"/>
                <w:szCs w:val="24"/>
              </w:rPr>
              <w:t>chrona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danych osobowych w oświacie, Warszawa 2018.</w:t>
            </w:r>
          </w:p>
          <w:p w:rsidRPr="002007ED" w:rsidR="002007ED" w:rsidP="009C54AE" w:rsidRDefault="002007ED" w14:paraId="0C5225BE" w14:textId="77777777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2007ED">
              <w:rPr>
                <w:b w:val="0"/>
              </w:rPr>
              <w:t xml:space="preserve"> </w:t>
            </w:r>
            <w:r w:rsidRPr="002007ED">
              <w:rPr>
                <w:rFonts w:ascii="Corbel" w:hAnsi="Corbel"/>
                <w:b w:val="0"/>
              </w:rPr>
              <w:t>M</w:t>
            </w:r>
            <w:r w:rsidRPr="002007ED">
              <w:rPr>
                <w:rFonts w:ascii="Corbel" w:hAnsi="Corbel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Nowak, Z.</w:t>
            </w:r>
            <w:r w:rsidRPr="002007ED">
              <w:rPr>
                <w:rFonts w:ascii="Corbel" w:hAnsi="Corbel"/>
                <w:b w:val="0"/>
                <w:smallCaps w:val="0"/>
                <w:szCs w:val="24"/>
              </w:rPr>
              <w:t xml:space="preserve"> Tokarzewska-Żarna Ochrona danych osobowych w spółdziel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 i wspólnocie mieszkaniowej, Warszawa 2018.</w:t>
            </w:r>
          </w:p>
          <w:p w:rsidR="002007ED" w:rsidP="002007ED" w:rsidRDefault="002007ED" w14:paraId="467E9B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M.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Gumularz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P.</w:t>
            </w:r>
            <w:r w:rsidRPr="002007ED">
              <w:rPr>
                <w:rFonts w:ascii="Corbel" w:hAnsi="Corbel"/>
                <w:b w:val="0"/>
                <w:smallCaps w:val="0"/>
                <w:szCs w:val="24"/>
              </w:rPr>
              <w:t xml:space="preserve"> Kozik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007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Ochrona danych osobowych</w:t>
            </w:r>
            <w:r w:rsidRPr="002007ED">
              <w:rPr>
                <w:rFonts w:ascii="Corbel" w:hAnsi="Corbel"/>
                <w:b w:val="0"/>
                <w:smallCaps w:val="0"/>
                <w:szCs w:val="24"/>
              </w:rPr>
              <w:t>: kontrola i postępowanie w sprawie naruszenia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zepisów</w:t>
            </w:r>
            <w:r w:rsidR="00A824F8">
              <w:rPr>
                <w:rFonts w:ascii="Corbel" w:hAnsi="Corbel"/>
                <w:b w:val="0"/>
                <w:smallCaps w:val="0"/>
                <w:szCs w:val="24"/>
              </w:rPr>
              <w:t>, Warszawa 2019.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A824F8" w:rsidP="00A824F8" w:rsidRDefault="00A824F8" w14:paraId="0230ABE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5. J.</w:t>
            </w:r>
            <w:r w:rsidRPr="00A824F8">
              <w:rPr>
                <w:rFonts w:ascii="Corbel" w:hAnsi="Corbel"/>
                <w:b w:val="0"/>
                <w:smallCaps w:val="0"/>
                <w:szCs w:val="24"/>
              </w:rPr>
              <w:t xml:space="preserve"> Kurek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J. </w:t>
            </w:r>
            <w:proofErr w:type="spellStart"/>
            <w:r w:rsidRPr="00A824F8">
              <w:rPr>
                <w:rFonts w:ascii="Corbel" w:hAnsi="Corbel"/>
                <w:b w:val="0"/>
                <w:smallCaps w:val="0"/>
                <w:szCs w:val="24"/>
              </w:rPr>
              <w:t>Taczkowska</w:t>
            </w:r>
            <w:proofErr w:type="spellEnd"/>
            <w:r w:rsidRPr="00A824F8">
              <w:rPr>
                <w:rFonts w:ascii="Corbel" w:hAnsi="Corbel"/>
                <w:b w:val="0"/>
                <w:smallCaps w:val="0"/>
                <w:szCs w:val="24"/>
              </w:rPr>
              <w:t>-Olszewska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824F8">
              <w:rPr>
                <w:rFonts w:ascii="Corbel" w:hAnsi="Corbel"/>
                <w:b w:val="0"/>
                <w:smallCaps w:val="0"/>
                <w:szCs w:val="24"/>
              </w:rPr>
              <w:t xml:space="preserve"> Ochrona danych osobowych jako realizacja zadań w ob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szarze bezpieczeństwa państwa, Warszawa 2020.</w:t>
            </w:r>
          </w:p>
          <w:p w:rsidRPr="009C54AE" w:rsidR="00A824F8" w:rsidP="2CA97740" w:rsidRDefault="00A824F8" w14:paraId="203F06AC" w14:textId="55961E09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/>
              </w:rPr>
            </w:pPr>
            <w:r w:rsidRPr="2CA97740" w:rsidR="7FE6527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6. J. </w:t>
            </w:r>
            <w:proofErr w:type="spellStart"/>
            <w:r w:rsidRPr="2CA97740" w:rsidR="7FE65271">
              <w:rPr>
                <w:rFonts w:ascii="Corbel" w:hAnsi="Corbel"/>
                <w:b w:val="0"/>
                <w:bCs w:val="0"/>
                <w:caps w:val="0"/>
                <w:smallCaps w:val="0"/>
              </w:rPr>
              <w:t>Taczkowska</w:t>
            </w:r>
            <w:proofErr w:type="spellEnd"/>
            <w:r w:rsidRPr="2CA97740" w:rsidR="7FE65271">
              <w:rPr>
                <w:rFonts w:ascii="Corbel" w:hAnsi="Corbel"/>
                <w:b w:val="0"/>
                <w:bCs w:val="0"/>
                <w:caps w:val="0"/>
                <w:smallCaps w:val="0"/>
              </w:rPr>
              <w:t>-Olszewska, K. Chałubińska-</w:t>
            </w:r>
            <w:proofErr w:type="spellStart"/>
            <w:r w:rsidRPr="2CA97740" w:rsidR="7FE65271">
              <w:rPr>
                <w:rFonts w:ascii="Corbel" w:hAnsi="Corbel"/>
                <w:b w:val="0"/>
                <w:bCs w:val="0"/>
                <w:caps w:val="0"/>
                <w:smallCaps w:val="0"/>
              </w:rPr>
              <w:t>Jentkiewicz</w:t>
            </w:r>
            <w:proofErr w:type="spellEnd"/>
            <w:r w:rsidRPr="2CA97740" w:rsidR="7FE65271">
              <w:rPr>
                <w:rFonts w:ascii="Corbel" w:hAnsi="Corbel"/>
                <w:b w:val="0"/>
                <w:bCs w:val="0"/>
                <w:caps w:val="0"/>
                <w:smallCaps w:val="0"/>
              </w:rPr>
              <w:t>, M.</w:t>
            </w:r>
            <w:r w:rsidRPr="2CA97740" w:rsidR="7FE6527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proofErr w:type="spellStart"/>
            <w:r w:rsidRPr="2CA97740" w:rsidR="7FE65271">
              <w:rPr>
                <w:rFonts w:ascii="Corbel" w:hAnsi="Corbel"/>
                <w:b w:val="0"/>
                <w:bCs w:val="0"/>
                <w:caps w:val="0"/>
                <w:smallCaps w:val="0"/>
              </w:rPr>
              <w:t>Nowikowska</w:t>
            </w:r>
            <w:proofErr w:type="spellEnd"/>
            <w:r w:rsidRPr="2CA97740" w:rsidR="7FE65271">
              <w:rPr>
                <w:rFonts w:ascii="Corbel" w:hAnsi="Corbel"/>
                <w:b w:val="0"/>
                <w:bCs w:val="0"/>
                <w:caps w:val="0"/>
                <w:smallCaps w:val="0"/>
              </w:rPr>
              <w:t>,</w:t>
            </w:r>
            <w:r w:rsidRPr="2CA97740" w:rsidR="7FE6527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Retencja, migracja i przepływy danych w </w:t>
            </w:r>
            <w:r w:rsidRPr="2CA97740" w:rsidR="7FE65271">
              <w:rPr>
                <w:rFonts w:ascii="Corbel" w:hAnsi="Corbel"/>
                <w:b w:val="0"/>
                <w:bCs w:val="0"/>
                <w:caps w:val="0"/>
                <w:smallCaps w:val="0"/>
              </w:rPr>
              <w:t>cyberprzestrzeni:</w:t>
            </w:r>
            <w:r w:rsidRPr="2CA97740" w:rsidR="7FE6527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ochrona danych osobowych w sy</w:t>
            </w:r>
            <w:r w:rsidRPr="2CA97740" w:rsidR="7FE6527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stemie </w:t>
            </w:r>
            <w:proofErr w:type="spellStart"/>
            <w:r w:rsidRPr="2CA97740" w:rsidR="7FE65271">
              <w:rPr>
                <w:rFonts w:ascii="Corbel" w:hAnsi="Corbel"/>
                <w:b w:val="0"/>
                <w:bCs w:val="0"/>
                <w:caps w:val="0"/>
                <w:smallCaps w:val="0"/>
              </w:rPr>
              <w:t>bezpieczenstwa</w:t>
            </w:r>
            <w:proofErr w:type="spellEnd"/>
            <w:r w:rsidRPr="2CA97740" w:rsidR="7FE6527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państwa, Warszawa 2019.</w:t>
            </w:r>
          </w:p>
        </w:tc>
      </w:tr>
    </w:tbl>
    <w:p w:rsidRPr="009C54AE" w:rsidR="0085747A" w:rsidP="009C54AE" w:rsidRDefault="0085747A" w14:paraId="03DFD07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3C4CBFC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6765A2EF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72A8E" w:rsidP="00C16ABF" w:rsidRDefault="00472A8E" w14:paraId="13377413" w14:textId="77777777">
      <w:pPr>
        <w:spacing w:after="0" w:line="240" w:lineRule="auto"/>
      </w:pPr>
      <w:r>
        <w:separator/>
      </w:r>
    </w:p>
  </w:endnote>
  <w:endnote w:type="continuationSeparator" w:id="0">
    <w:p w:rsidR="00472A8E" w:rsidP="00C16ABF" w:rsidRDefault="00472A8E" w14:paraId="50F3D3B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72A8E" w:rsidP="00C16ABF" w:rsidRDefault="00472A8E" w14:paraId="4225783D" w14:textId="77777777">
      <w:pPr>
        <w:spacing w:after="0" w:line="240" w:lineRule="auto"/>
      </w:pPr>
      <w:r>
        <w:separator/>
      </w:r>
    </w:p>
  </w:footnote>
  <w:footnote w:type="continuationSeparator" w:id="0">
    <w:p w:rsidR="00472A8E" w:rsidP="00C16ABF" w:rsidRDefault="00472A8E" w14:paraId="53CA71D0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26D98C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86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08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07ED"/>
    <w:rsid w:val="002144C0"/>
    <w:rsid w:val="0022477D"/>
    <w:rsid w:val="002278A9"/>
    <w:rsid w:val="002336F9"/>
    <w:rsid w:val="0024028F"/>
    <w:rsid w:val="002412F2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A8E"/>
    <w:rsid w:val="0047598D"/>
    <w:rsid w:val="004840FD"/>
    <w:rsid w:val="00490F7D"/>
    <w:rsid w:val="00491678"/>
    <w:rsid w:val="004968E2"/>
    <w:rsid w:val="004A3EEA"/>
    <w:rsid w:val="004A4D1F"/>
    <w:rsid w:val="004B3C7F"/>
    <w:rsid w:val="004D5282"/>
    <w:rsid w:val="004E4ED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84C"/>
    <w:rsid w:val="0078168C"/>
    <w:rsid w:val="00787C2A"/>
    <w:rsid w:val="00790E27"/>
    <w:rsid w:val="007A4022"/>
    <w:rsid w:val="007A6E6E"/>
    <w:rsid w:val="007B6013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4F8"/>
    <w:rsid w:val="00A84C85"/>
    <w:rsid w:val="00A97DE1"/>
    <w:rsid w:val="00AB00EF"/>
    <w:rsid w:val="00AB053C"/>
    <w:rsid w:val="00AD1146"/>
    <w:rsid w:val="00AD1202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54A3"/>
    <w:rsid w:val="00B607DB"/>
    <w:rsid w:val="00B66529"/>
    <w:rsid w:val="00B75946"/>
    <w:rsid w:val="00B8056E"/>
    <w:rsid w:val="00B819C8"/>
    <w:rsid w:val="00B82308"/>
    <w:rsid w:val="00B90885"/>
    <w:rsid w:val="00B93C67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5CE5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172A"/>
    <w:rsid w:val="00CD6897"/>
    <w:rsid w:val="00CE0D0C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3793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07B07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87E64CE"/>
    <w:rsid w:val="1ADB33E6"/>
    <w:rsid w:val="29E61C94"/>
    <w:rsid w:val="2CA97740"/>
    <w:rsid w:val="3676BD3A"/>
    <w:rsid w:val="383FA41A"/>
    <w:rsid w:val="388BB352"/>
    <w:rsid w:val="3AF2853A"/>
    <w:rsid w:val="498973F3"/>
    <w:rsid w:val="4FEBB336"/>
    <w:rsid w:val="513310CC"/>
    <w:rsid w:val="5B87DCC0"/>
    <w:rsid w:val="64FFE7C5"/>
    <w:rsid w:val="75B001FA"/>
    <w:rsid w:val="7FE6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EFAE2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9F79C-F816-4ABF-9A3F-714864CD454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7</revision>
  <lastPrinted>2019-02-06T12:12:00.0000000Z</lastPrinted>
  <dcterms:created xsi:type="dcterms:W3CDTF">2021-12-10T16:07:00.0000000Z</dcterms:created>
  <dcterms:modified xsi:type="dcterms:W3CDTF">2022-01-21T12:12:55.4744627Z</dcterms:modified>
</coreProperties>
</file>